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DDB9DA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877FF">
        <w:rPr>
          <w:b/>
          <w:color w:val="FF5200" w:themeColor="accent2"/>
          <w:sz w:val="36"/>
          <w:szCs w:val="36"/>
        </w:rPr>
        <w:t>„</w:t>
      </w:r>
      <w:bookmarkStart w:id="0" w:name="_Hlk197497395"/>
      <w:r w:rsidR="009877FF" w:rsidRPr="009877FF">
        <w:rPr>
          <w:b/>
          <w:bCs/>
          <w:color w:val="FF5200" w:themeColor="accent2"/>
          <w:sz w:val="36"/>
          <w:szCs w:val="36"/>
        </w:rPr>
        <w:t xml:space="preserve">Zaměření ZZ a aktualizace projektu PPK v </w:t>
      </w:r>
      <w:proofErr w:type="spellStart"/>
      <w:r w:rsidR="009877FF" w:rsidRPr="009877FF">
        <w:rPr>
          <w:b/>
          <w:bCs/>
          <w:color w:val="FF5200" w:themeColor="accent2"/>
          <w:sz w:val="36"/>
          <w:szCs w:val="36"/>
        </w:rPr>
        <w:t>žst</w:t>
      </w:r>
      <w:proofErr w:type="spellEnd"/>
      <w:r w:rsidR="009877FF" w:rsidRPr="009877FF">
        <w:rPr>
          <w:b/>
          <w:bCs/>
          <w:color w:val="FF5200" w:themeColor="accent2"/>
          <w:sz w:val="36"/>
          <w:szCs w:val="36"/>
        </w:rPr>
        <w:t>. Ostrava Svinov – Ostrava Hrušov a v úseku Ostrava uhelné nádraží – Ostrava Kunčičky</w:t>
      </w:r>
      <w:bookmarkEnd w:id="0"/>
      <w:r w:rsidR="0031280B" w:rsidRPr="009877F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42913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2203</w:t>
      </w:r>
      <w:r w:rsid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/2025-SŽ-SŽG-SŽG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336AB51" w14:textId="0ABD72DE" w:rsidR="004630BC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1816466" w:history="1">
            <w:r w:rsidR="004630BC" w:rsidRPr="004D530A">
              <w:rPr>
                <w:rStyle w:val="Hypertextovodkaz"/>
                <w:noProof/>
              </w:rPr>
              <w:t>Kapitola 1.</w:t>
            </w:r>
            <w:r w:rsidR="004630B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630BC" w:rsidRPr="004D530A">
              <w:rPr>
                <w:rStyle w:val="Hypertextovodkaz"/>
                <w:noProof/>
              </w:rPr>
              <w:t>Základní údaje k nabídce</w:t>
            </w:r>
            <w:r w:rsidR="004630BC">
              <w:rPr>
                <w:noProof/>
                <w:webHidden/>
              </w:rPr>
              <w:tab/>
            </w:r>
            <w:r w:rsidR="004630BC">
              <w:rPr>
                <w:noProof/>
                <w:webHidden/>
              </w:rPr>
              <w:fldChar w:fldCharType="begin"/>
            </w:r>
            <w:r w:rsidR="004630BC">
              <w:rPr>
                <w:noProof/>
                <w:webHidden/>
              </w:rPr>
              <w:instrText xml:space="preserve"> PAGEREF _Toc201816466 \h </w:instrText>
            </w:r>
            <w:r w:rsidR="004630BC">
              <w:rPr>
                <w:noProof/>
                <w:webHidden/>
              </w:rPr>
            </w:r>
            <w:r w:rsidR="004630BC"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2</w:t>
            </w:r>
            <w:r w:rsidR="004630BC">
              <w:rPr>
                <w:noProof/>
                <w:webHidden/>
              </w:rPr>
              <w:fldChar w:fldCharType="end"/>
            </w:r>
          </w:hyperlink>
        </w:p>
        <w:p w14:paraId="73572EEB" w14:textId="27418FC5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67" w:history="1">
            <w:r w:rsidRPr="004D530A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AFEE2C" w14:textId="2D4855B9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68" w:history="1">
            <w:r w:rsidRPr="004D530A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50F11D" w14:textId="5B7AC0F0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69" w:history="1">
            <w:r w:rsidRPr="004D530A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ECB5D" w14:textId="71BEFF5F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70" w:history="1">
            <w:r w:rsidRPr="004D530A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C82DB" w14:textId="0EB8BD7A" w:rsidR="004630BC" w:rsidRDefault="004630BC" w:rsidP="004630BC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71" w:history="1">
            <w:r w:rsidRPr="004D530A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</w:t>
            </w:r>
            <w:r w:rsidRPr="004D530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4DDC1" w14:textId="0737F5C6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72" w:history="1">
            <w:r w:rsidRPr="004D530A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6BC18E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201816466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517A4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877FF">
        <w:rPr>
          <w:rFonts w:eastAsia="Times New Roman" w:cs="Times New Roman"/>
          <w:lang w:eastAsia="cs-CZ"/>
        </w:rPr>
        <w:t>podlimitní sektorovou veřejnou zakázk</w:t>
      </w:r>
      <w:r w:rsidR="009877FF" w:rsidRPr="009877FF">
        <w:rPr>
          <w:rFonts w:eastAsia="Times New Roman" w:cs="Times New Roman"/>
          <w:lang w:eastAsia="cs-CZ"/>
        </w:rPr>
        <w:t>u</w:t>
      </w:r>
      <w:r w:rsidRPr="009877FF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4291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4291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201816467"/>
      <w:r>
        <w:lastRenderedPageBreak/>
        <w:t>Ceník</w:t>
      </w:r>
      <w:bookmarkEnd w:id="2"/>
    </w:p>
    <w:p w14:paraId="3E5E9B0F" w14:textId="5BAFD859" w:rsidR="007E5951" w:rsidRPr="002072A0" w:rsidRDefault="002072A0" w:rsidP="007E5951">
      <w:pPr>
        <w:rPr>
          <w:rStyle w:val="Siln"/>
          <w:b w:val="0"/>
          <w:bCs w:val="0"/>
        </w:rPr>
      </w:pPr>
      <w:r w:rsidRPr="009877F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877FF">
        <w:rPr>
          <w:rStyle w:val="Siln"/>
          <w:b w:val="0"/>
          <w:bCs w:val="0"/>
        </w:rPr>
        <w:t>2</w:t>
      </w:r>
      <w:r w:rsidRPr="009877FF">
        <w:rPr>
          <w:rStyle w:val="Siln"/>
          <w:b w:val="0"/>
          <w:bCs w:val="0"/>
        </w:rPr>
        <w:t xml:space="preserve"> (</w:t>
      </w:r>
      <w:r w:rsidRPr="009877FF">
        <w:rPr>
          <w:rStyle w:val="Siln"/>
          <w:b w:val="0"/>
          <w:bCs w:val="0"/>
          <w:i/>
          <w:iCs/>
        </w:rPr>
        <w:t xml:space="preserve">budoucí příloha č. </w:t>
      </w:r>
      <w:r w:rsidR="009877FF" w:rsidRPr="009877FF">
        <w:rPr>
          <w:rStyle w:val="Siln"/>
          <w:b w:val="0"/>
          <w:bCs w:val="0"/>
          <w:i/>
          <w:iCs/>
        </w:rPr>
        <w:t>3</w:t>
      </w:r>
      <w:r w:rsidRPr="009877FF">
        <w:rPr>
          <w:rStyle w:val="Siln"/>
          <w:b w:val="0"/>
          <w:bCs w:val="0"/>
          <w:i/>
          <w:iCs/>
        </w:rPr>
        <w:t xml:space="preserve"> Závazného vzoru smlouvy</w:t>
      </w:r>
      <w:r w:rsidRPr="009877FF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201816468"/>
      <w:r w:rsidRPr="006E5C6C"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201816469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201816470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201816471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201816472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9877FF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9877FF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806F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478E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7441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AD93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2CF8D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F18ED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4FB9" w14:textId="77777777" w:rsidR="00595116" w:rsidRDefault="00595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94C4" w14:textId="77777777" w:rsidR="00595116" w:rsidRDefault="00595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04A1D" w14:textId="77777777" w:rsidR="00595116" w:rsidRDefault="0059511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1E5E" w14:textId="77777777" w:rsidR="00595116" w:rsidRDefault="0059511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6B67"/>
    <w:rsid w:val="003956C6"/>
    <w:rsid w:val="003B596F"/>
    <w:rsid w:val="003E2FB9"/>
    <w:rsid w:val="00427650"/>
    <w:rsid w:val="00441430"/>
    <w:rsid w:val="00450F07"/>
    <w:rsid w:val="00453365"/>
    <w:rsid w:val="00453CD3"/>
    <w:rsid w:val="00460660"/>
    <w:rsid w:val="004630BC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95116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07F2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47EC"/>
    <w:rsid w:val="00962258"/>
    <w:rsid w:val="009678B7"/>
    <w:rsid w:val="009771C9"/>
    <w:rsid w:val="009833E1"/>
    <w:rsid w:val="009877FF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2913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29E7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4bd7335-73fa-4289-ac41-e1198b3533d9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9</Pages>
  <Words>1240</Words>
  <Characters>7317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7</cp:revision>
  <cp:lastPrinted>2025-06-26T07:09:00Z</cp:lastPrinted>
  <dcterms:created xsi:type="dcterms:W3CDTF">2025-06-26T05:05:00Z</dcterms:created>
  <dcterms:modified xsi:type="dcterms:W3CDTF">2025-06-26T07:10:00Z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